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9650" w14:textId="4CE1DEB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E6D2E" w:rsidRPr="005E6D2E">
        <w:rPr>
          <w:rFonts w:ascii="Corbel" w:hAnsi="Corbel"/>
          <w:bCs/>
          <w:i/>
        </w:rPr>
        <w:t xml:space="preserve"> </w:t>
      </w:r>
      <w:r w:rsidR="005E6D2E" w:rsidRPr="005E6D2E">
        <w:rPr>
          <w:rFonts w:ascii="Corbel" w:hAnsi="Corbel" w:cs="Arial"/>
        </w:rPr>
        <w:t>7/2023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6F05A4" w14:textId="2517B91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5633E" w:rsidRPr="0055633E">
        <w:rPr>
          <w:rFonts w:ascii="Corbel" w:hAnsi="Corbel"/>
          <w:b/>
          <w:smallCaps/>
          <w:sz w:val="24"/>
          <w:szCs w:val="24"/>
        </w:rPr>
        <w:t>202</w:t>
      </w:r>
      <w:r w:rsidR="005E6D2E">
        <w:rPr>
          <w:rFonts w:ascii="Corbel" w:hAnsi="Corbel"/>
          <w:b/>
          <w:smallCaps/>
          <w:sz w:val="24"/>
          <w:szCs w:val="24"/>
        </w:rPr>
        <w:t>3</w:t>
      </w:r>
      <w:r w:rsidR="0055633E" w:rsidRPr="0055633E">
        <w:rPr>
          <w:rFonts w:ascii="Corbel" w:hAnsi="Corbel"/>
          <w:b/>
          <w:smallCaps/>
          <w:sz w:val="24"/>
          <w:szCs w:val="24"/>
        </w:rPr>
        <w:t>–202</w:t>
      </w:r>
      <w:r w:rsidR="005E6D2E">
        <w:rPr>
          <w:rFonts w:ascii="Corbel" w:hAnsi="Corbel"/>
          <w:b/>
          <w:smallCaps/>
          <w:sz w:val="24"/>
          <w:szCs w:val="24"/>
        </w:rPr>
        <w:t>5</w:t>
      </w:r>
    </w:p>
    <w:p w14:paraId="51D285D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5633E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FBDA86A" w14:textId="46309670" w:rsidR="0085747A" w:rsidRPr="009C54AE" w:rsidRDefault="00445970" w:rsidP="0055633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5633E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55633E">
        <w:rPr>
          <w:rFonts w:ascii="Corbel" w:hAnsi="Corbel"/>
          <w:sz w:val="20"/>
          <w:szCs w:val="20"/>
        </w:rPr>
        <w:t>202</w:t>
      </w:r>
      <w:r w:rsidR="005E6D2E">
        <w:rPr>
          <w:rFonts w:ascii="Corbel" w:hAnsi="Corbel"/>
          <w:sz w:val="20"/>
          <w:szCs w:val="20"/>
        </w:rPr>
        <w:t>3</w:t>
      </w:r>
      <w:r w:rsidR="0055633E">
        <w:rPr>
          <w:rFonts w:ascii="Corbel" w:hAnsi="Corbel"/>
          <w:sz w:val="20"/>
          <w:szCs w:val="20"/>
        </w:rPr>
        <w:t>/202</w:t>
      </w:r>
      <w:r w:rsidR="005E6D2E">
        <w:rPr>
          <w:rFonts w:ascii="Corbel" w:hAnsi="Corbel"/>
          <w:sz w:val="20"/>
          <w:szCs w:val="20"/>
        </w:rPr>
        <w:t>4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C5D2A60" w14:textId="77777777" w:rsidTr="45727527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391F55" w14:textId="77777777" w:rsidR="0085747A" w:rsidRPr="0055633E" w:rsidRDefault="003936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5633E">
              <w:rPr>
                <w:rFonts w:ascii="Corbel" w:hAnsi="Corbel"/>
                <w:sz w:val="24"/>
                <w:szCs w:val="24"/>
              </w:rPr>
              <w:t>Metody i techniki badań wykorzystywane w pomocy społecznej</w:t>
            </w:r>
          </w:p>
        </w:tc>
      </w:tr>
      <w:tr w:rsidR="0085747A" w:rsidRPr="009C54AE" w14:paraId="4A885BEA" w14:textId="77777777" w:rsidTr="45727527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AD2AF4" w14:textId="77777777" w:rsidR="0085747A" w:rsidRPr="009C54AE" w:rsidRDefault="00C04816" w:rsidP="00B97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4816">
              <w:rPr>
                <w:rFonts w:ascii="Corbel" w:hAnsi="Corbel"/>
                <w:b w:val="0"/>
                <w:sz w:val="24"/>
                <w:szCs w:val="24"/>
              </w:rPr>
              <w:t>P2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C04816">
              <w:rPr>
                <w:rFonts w:ascii="Corbel" w:hAnsi="Corbel"/>
                <w:b w:val="0"/>
                <w:sz w:val="24"/>
                <w:szCs w:val="24"/>
              </w:rPr>
              <w:t>[1]</w:t>
            </w:r>
            <w:r w:rsidR="00B978C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04816">
              <w:rPr>
                <w:rFonts w:ascii="Corbel" w:hAnsi="Corbel"/>
                <w:b w:val="0"/>
                <w:sz w:val="24"/>
                <w:szCs w:val="24"/>
              </w:rPr>
              <w:t>_08</w:t>
            </w:r>
          </w:p>
        </w:tc>
      </w:tr>
      <w:tr w:rsidR="00C04816" w:rsidRPr="009C54AE" w14:paraId="5C0172EC" w14:textId="77777777" w:rsidTr="45727527">
        <w:tc>
          <w:tcPr>
            <w:tcW w:w="2694" w:type="dxa"/>
            <w:vAlign w:val="center"/>
          </w:tcPr>
          <w:p w14:paraId="249A5C16" w14:textId="77777777" w:rsidR="00C04816" w:rsidRPr="009C54AE" w:rsidRDefault="00C04816" w:rsidP="00C0481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04816" w:rsidRPr="009C54AE" w14:paraId="0AEA36E1" w14:textId="77777777" w:rsidTr="45727527">
        <w:tc>
          <w:tcPr>
            <w:tcW w:w="2694" w:type="dxa"/>
            <w:vAlign w:val="center"/>
          </w:tcPr>
          <w:p w14:paraId="0A39E105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F259B7" w14:textId="53909CD0" w:rsidR="00C04816" w:rsidRPr="009C54AE" w:rsidRDefault="00E05EE1" w:rsidP="00E05E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5EE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04816" w:rsidRPr="009C54AE" w14:paraId="4DAAD0C5" w14:textId="77777777" w:rsidTr="45727527">
        <w:tc>
          <w:tcPr>
            <w:tcW w:w="2694" w:type="dxa"/>
            <w:vAlign w:val="center"/>
          </w:tcPr>
          <w:p w14:paraId="4B835047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66518E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04816" w:rsidRPr="009C54AE" w14:paraId="393D1AE1" w14:textId="77777777" w:rsidTr="45727527">
        <w:tc>
          <w:tcPr>
            <w:tcW w:w="2694" w:type="dxa"/>
            <w:vAlign w:val="center"/>
          </w:tcPr>
          <w:p w14:paraId="448A1CED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D62BC4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04816" w:rsidRPr="009C54AE" w14:paraId="020B26A7" w14:textId="77777777" w:rsidTr="45727527">
        <w:tc>
          <w:tcPr>
            <w:tcW w:w="2694" w:type="dxa"/>
            <w:vAlign w:val="center"/>
          </w:tcPr>
          <w:p w14:paraId="04C0481C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04816" w:rsidRPr="009C54AE" w14:paraId="5B469018" w14:textId="77777777" w:rsidTr="45727527">
        <w:tc>
          <w:tcPr>
            <w:tcW w:w="2694" w:type="dxa"/>
            <w:vAlign w:val="center"/>
          </w:tcPr>
          <w:p w14:paraId="7C3992E0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04816" w:rsidRPr="009C54AE" w14:paraId="1C844EE7" w14:textId="77777777" w:rsidTr="45727527">
        <w:tc>
          <w:tcPr>
            <w:tcW w:w="2694" w:type="dxa"/>
            <w:vAlign w:val="center"/>
          </w:tcPr>
          <w:p w14:paraId="47AAF248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CCDC62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Rok1, semestr I</w:t>
            </w:r>
          </w:p>
        </w:tc>
      </w:tr>
      <w:tr w:rsidR="00C04816" w:rsidRPr="009C54AE" w14:paraId="4D6BEF29" w14:textId="77777777" w:rsidTr="45727527">
        <w:tc>
          <w:tcPr>
            <w:tcW w:w="2694" w:type="dxa"/>
            <w:vAlign w:val="center"/>
          </w:tcPr>
          <w:p w14:paraId="5863A118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A1671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C04816" w:rsidRPr="009C54AE" w14:paraId="73F51518" w14:textId="77777777" w:rsidTr="45727527">
        <w:tc>
          <w:tcPr>
            <w:tcW w:w="2694" w:type="dxa"/>
            <w:vAlign w:val="center"/>
          </w:tcPr>
          <w:p w14:paraId="13A990D4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76AF82" w14:textId="77777777" w:rsidR="00C04816" w:rsidRPr="009C54AE" w:rsidRDefault="00E32BF1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="00C04816" w:rsidRPr="009C54AE" w14:paraId="6C39AE18" w14:textId="77777777" w:rsidTr="45727527">
        <w:tc>
          <w:tcPr>
            <w:tcW w:w="2694" w:type="dxa"/>
            <w:vAlign w:val="center"/>
          </w:tcPr>
          <w:p w14:paraId="69C2AF6E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3C0B20" w14:textId="583EC4F1" w:rsidR="00C04816" w:rsidRPr="009C54AE" w:rsidRDefault="00C211D0" w:rsidP="457275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Sławomir Wilk </w:t>
            </w:r>
          </w:p>
        </w:tc>
      </w:tr>
      <w:tr w:rsidR="00C04816" w:rsidRPr="009C54AE" w14:paraId="3CFC82A4" w14:textId="77777777" w:rsidTr="45727527">
        <w:tc>
          <w:tcPr>
            <w:tcW w:w="2694" w:type="dxa"/>
            <w:vAlign w:val="center"/>
          </w:tcPr>
          <w:p w14:paraId="471FE442" w14:textId="77777777" w:rsidR="00C04816" w:rsidRPr="009C54AE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739F33" w14:textId="7CBA7F11" w:rsidR="00C04816" w:rsidRPr="009C54AE" w:rsidRDefault="00C211D0" w:rsidP="457275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Sławomir Wilk </w:t>
            </w:r>
            <w:bookmarkStart w:id="0" w:name="_GoBack"/>
            <w:bookmarkEnd w:id="0"/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2A66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2E304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66831A" w14:textId="77777777" w:rsidTr="00B978C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B3E5" w14:textId="77777777" w:rsidR="00015B8F" w:rsidRPr="009C54AE" w:rsidRDefault="00E52E2D" w:rsidP="00B978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50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17BD555" w:rsidR="00015B8F" w:rsidRPr="009C54AE" w:rsidRDefault="00015B8F" w:rsidP="0076596D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3623E6B0" w:rsidR="00015B8F" w:rsidRPr="009C54AE" w:rsidRDefault="007659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E52E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D0B940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27B00A" w14:textId="77777777" w:rsidR="0055633E" w:rsidRDefault="0055633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B021301" w14:textId="77777777" w:rsidR="0085747A" w:rsidRPr="009C54AE" w:rsidRDefault="00B978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/>
          <w:b w:val="0"/>
          <w:smallCaps w:val="0"/>
          <w:szCs w:val="24"/>
        </w:rPr>
        <w:t xml:space="preserve"> </w:t>
      </w:r>
      <w:r w:rsidRPr="00B978C5">
        <w:rPr>
          <w:rFonts w:ascii="MS Gothic" w:eastAsia="MS Gothic" w:hAnsi="MS Gothic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0148DD" w14:textId="77777777" w:rsidR="0085747A" w:rsidRPr="009C54AE" w:rsidRDefault="00B978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4597611"/>
      <w:r w:rsidRPr="00B978C5">
        <w:rPr>
          <w:rFonts w:ascii="MS Gothic" w:eastAsia="MS Gothic" w:hAnsi="MS Gothic"/>
          <w:b w:val="0"/>
          <w:smallCaps w:val="0"/>
          <w:szCs w:val="24"/>
        </w:rPr>
        <w:t>□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bookmarkEnd w:id="1"/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DE1CE0">
        <w:rPr>
          <w:rFonts w:ascii="Corbel" w:hAnsi="Corbel"/>
          <w:bCs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4EAFD9C" w14:textId="77777777" w:rsidR="0055633E" w:rsidRDefault="005563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7777777" w:rsidR="00E960BB" w:rsidRDefault="00B21ED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21EDD">
        <w:rPr>
          <w:rFonts w:ascii="Corbel" w:hAnsi="Corbel"/>
          <w:b w:val="0"/>
          <w:szCs w:val="24"/>
        </w:rPr>
        <w:t>zaliczenie z oceną</w:t>
      </w:r>
    </w:p>
    <w:p w14:paraId="4B94D5A5" w14:textId="77777777" w:rsidR="0055633E" w:rsidRDefault="0055633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55633E" w:rsidRPr="009C54AE" w:rsidRDefault="0055633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62205F" w14:textId="77777777" w:rsidTr="00745302">
        <w:tc>
          <w:tcPr>
            <w:tcW w:w="9670" w:type="dxa"/>
          </w:tcPr>
          <w:p w14:paraId="008BAB03" w14:textId="77777777" w:rsidR="0085747A" w:rsidRPr="009C54AE" w:rsidRDefault="00DB0EFA" w:rsidP="00B978C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socjologii, </w:t>
            </w:r>
            <w:r w:rsidR="00A736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 i technik badawczych,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przygotowywania pracy dyplomowej</w:t>
            </w:r>
            <w:r w:rsidR="00B978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poziomie studiów licencjackich.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C05F44" w:rsidRDefault="0055633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69AE90D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A87C8D" w14:textId="77777777" w:rsidR="0085747A" w:rsidRPr="009C54AE" w:rsidRDefault="00E52E2D" w:rsidP="00E52E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E52E2D">
              <w:rPr>
                <w:rFonts w:ascii="Corbel" w:hAnsi="Corbel"/>
                <w:b w:val="0"/>
                <w:sz w:val="24"/>
                <w:szCs w:val="24"/>
              </w:rPr>
              <w:t>ostarczenie wiedzy o metodach i technikach badań społecznych oraz ich praktycznego zastosowania.</w:t>
            </w:r>
          </w:p>
        </w:tc>
      </w:tr>
      <w:tr w:rsidR="0085747A" w:rsidRPr="009C54AE" w14:paraId="3F4D41CD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E52E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E2D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624D0F3D" w14:textId="77777777" w:rsidR="0085747A" w:rsidRPr="009C54AE" w:rsidRDefault="00E52E2D" w:rsidP="00E52E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52E2D">
              <w:rPr>
                <w:rFonts w:ascii="Corbel" w:hAnsi="Corbel"/>
                <w:b w:val="0"/>
                <w:sz w:val="24"/>
                <w:szCs w:val="24"/>
              </w:rPr>
              <w:t>Wykształcenie umiejętności projektowania i prowadzenia badań społecznych.</w:t>
            </w:r>
          </w:p>
        </w:tc>
      </w:tr>
      <w:tr w:rsidR="0085747A" w:rsidRPr="009C54AE" w14:paraId="2650A307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52E2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6476408" w14:textId="77777777" w:rsidR="0085747A" w:rsidRPr="009C54AE" w:rsidRDefault="00E52E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E2D">
              <w:rPr>
                <w:rFonts w:ascii="Corbel" w:hAnsi="Corbel"/>
                <w:b w:val="0"/>
                <w:sz w:val="24"/>
                <w:szCs w:val="24"/>
              </w:rPr>
              <w:t>Wykształcenie umiejętności pozyskiwania danych do analizy i diagnozowania zjawisk społecznych.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09D7212" w14:textId="77777777" w:rsidTr="005E6E85">
        <w:tc>
          <w:tcPr>
            <w:tcW w:w="1701" w:type="dxa"/>
          </w:tcPr>
          <w:p w14:paraId="4FCA5964" w14:textId="77777777" w:rsidR="0085747A" w:rsidRPr="009C54AE" w:rsidRDefault="00B978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E58C4C0" w14:textId="77777777" w:rsidR="0085747A" w:rsidRPr="009C54AE" w:rsidRDefault="000F0E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metody badawcze i potrafi pozyskiwać dane konieczne do podejmowania decyzji w obszarze pomocy społecznej.</w:t>
            </w:r>
          </w:p>
        </w:tc>
        <w:tc>
          <w:tcPr>
            <w:tcW w:w="1873" w:type="dxa"/>
          </w:tcPr>
          <w:p w14:paraId="223BB374" w14:textId="77777777" w:rsidR="0085747A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1C7ACFC1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7445752" w14:textId="77777777" w:rsidR="0085747A" w:rsidRPr="009C54AE" w:rsidRDefault="000F0E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wykorzystuje paradygmaty, metody, techniki i narzędzia nauk społecznych do prowadzenia badań w obszarze pomocy społecznej.</w:t>
            </w:r>
          </w:p>
        </w:tc>
        <w:tc>
          <w:tcPr>
            <w:tcW w:w="1873" w:type="dxa"/>
          </w:tcPr>
          <w:p w14:paraId="39AE7B68" w14:textId="77777777" w:rsidR="0085747A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217841" w:rsidRPr="009C54AE" w14:paraId="1CCDFCFF" w14:textId="77777777" w:rsidTr="005E6E85">
        <w:tc>
          <w:tcPr>
            <w:tcW w:w="1701" w:type="dxa"/>
          </w:tcPr>
          <w:p w14:paraId="41960800" w14:textId="77777777" w:rsidR="00217841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55CCEB9" w14:textId="77777777" w:rsidR="00217841" w:rsidRPr="00217841" w:rsidRDefault="000F0E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w sposób pogłębiony zjawiska będące przedmiotem zainteresowania pomocy społecznej.</w:t>
            </w:r>
          </w:p>
        </w:tc>
        <w:tc>
          <w:tcPr>
            <w:tcW w:w="1873" w:type="dxa"/>
          </w:tcPr>
          <w:p w14:paraId="3CFCD0C1" w14:textId="77777777" w:rsidR="00217841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C54AE" w14:paraId="45887A4C" w14:textId="77777777" w:rsidTr="005E6E85">
        <w:tc>
          <w:tcPr>
            <w:tcW w:w="1701" w:type="dxa"/>
          </w:tcPr>
          <w:p w14:paraId="78C319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7841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2508CDF2" w14:textId="77777777" w:rsidR="0085747A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B0EFA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metod i narzędzi badawczych w opracowywaniu i analizie </w:t>
            </w:r>
            <w:r w:rsidR="000F0E1C">
              <w:rPr>
                <w:rFonts w:ascii="Corbel" w:hAnsi="Corbel"/>
                <w:b w:val="0"/>
                <w:smallCaps w:val="0"/>
                <w:szCs w:val="24"/>
              </w:rPr>
              <w:t xml:space="preserve">danych </w:t>
            </w:r>
            <w:r w:rsidR="00DB0EFA">
              <w:rPr>
                <w:rFonts w:ascii="Corbel" w:hAnsi="Corbel"/>
                <w:b w:val="0"/>
                <w:smallCaps w:val="0"/>
                <w:szCs w:val="24"/>
              </w:rPr>
              <w:t>gromadzony</w:t>
            </w:r>
            <w:r w:rsidR="000F0E1C">
              <w:rPr>
                <w:rFonts w:ascii="Corbel" w:hAnsi="Corbel"/>
                <w:b w:val="0"/>
                <w:smallCaps w:val="0"/>
                <w:szCs w:val="24"/>
              </w:rPr>
              <w:t>ch przez pracowników socjalnych</w:t>
            </w:r>
            <w:r w:rsidR="00E26F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26F6D" w:rsidRPr="00217841" w:rsidDel="00E26F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495AD78" w14:textId="77777777" w:rsidR="0085747A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83FC" w14:textId="77777777" w:rsidR="00E05EE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14:paraId="2C418966" w14:textId="77777777" w:rsidR="00E05EE1" w:rsidRDefault="00E05EE1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3358EFAA" w14:textId="618AFE10" w:rsidR="0055633E" w:rsidRDefault="00E05EE1" w:rsidP="00E05EE1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A.</w:t>
      </w:r>
      <w:r>
        <w:rPr>
          <w:rFonts w:ascii="Corbel" w:hAnsi="Corbel"/>
          <w:sz w:val="24"/>
          <w:szCs w:val="24"/>
        </w:rPr>
        <w:tab/>
      </w:r>
      <w:r w:rsidRPr="00484F0E">
        <w:rPr>
          <w:rFonts w:ascii="Corbel" w:hAnsi="Corbel"/>
          <w:sz w:val="24"/>
          <w:szCs w:val="24"/>
        </w:rPr>
        <w:t>Problematyka wykładu</w:t>
      </w:r>
    </w:p>
    <w:p w14:paraId="46D2A139" w14:textId="1D3AE8A5" w:rsidR="0085747A" w:rsidRPr="009C54AE" w:rsidRDefault="0085747A" w:rsidP="00E05EE1">
      <w:pPr>
        <w:pStyle w:val="Akapitzlist"/>
        <w:spacing w:before="240" w:after="0" w:line="240" w:lineRule="auto"/>
        <w:ind w:left="0" w:firstLine="851"/>
        <w:jc w:val="both"/>
        <w:rPr>
          <w:rFonts w:ascii="Corbel" w:hAnsi="Corbel"/>
          <w:b/>
          <w:sz w:val="24"/>
          <w:szCs w:val="24"/>
        </w:rPr>
      </w:pPr>
    </w:p>
    <w:tbl>
      <w:tblPr>
        <w:tblpPr w:leftFromText="141" w:rightFromText="141" w:vertAnchor="text" w:horzAnchor="margin" w:tblpX="137" w:tblpY="-49"/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5633E" w:rsidRPr="009C54AE" w14:paraId="587EA2A8" w14:textId="77777777" w:rsidTr="0055633E">
        <w:tc>
          <w:tcPr>
            <w:tcW w:w="9520" w:type="dxa"/>
          </w:tcPr>
          <w:p w14:paraId="35113026" w14:textId="77777777" w:rsidR="0055633E" w:rsidRPr="0055633E" w:rsidRDefault="0055633E" w:rsidP="005563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33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633E" w:rsidRPr="009C54AE" w14:paraId="5AA2FE90" w14:textId="77777777" w:rsidTr="0055633E">
        <w:tc>
          <w:tcPr>
            <w:tcW w:w="9520" w:type="dxa"/>
          </w:tcPr>
          <w:p w14:paraId="37524492" w14:textId="77777777" w:rsidR="0055633E" w:rsidRPr="009C54AE" w:rsidRDefault="0055633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299C43A" w14:textId="250AE2FD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3122BF" w14:textId="77777777" w:rsidR="0055633E" w:rsidRDefault="0085747A" w:rsidP="0055633E">
      <w:pPr>
        <w:pStyle w:val="Akapitzlist"/>
        <w:numPr>
          <w:ilvl w:val="0"/>
          <w:numId w:val="2"/>
        </w:numPr>
        <w:spacing w:line="240" w:lineRule="auto"/>
        <w:ind w:left="1418" w:hanging="589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</w:t>
      </w:r>
      <w:r w:rsidR="0055633E" w:rsidRPr="009C54AE">
        <w:rPr>
          <w:rFonts w:ascii="Corbel" w:hAnsi="Corbel"/>
          <w:sz w:val="24"/>
          <w:szCs w:val="24"/>
        </w:rPr>
        <w:t>praktycznych</w:t>
      </w:r>
    </w:p>
    <w:p w14:paraId="4DDBEF00" w14:textId="77777777" w:rsidR="0055633E" w:rsidRDefault="0055633E" w:rsidP="0055633E">
      <w:pPr>
        <w:pStyle w:val="Akapitzlist"/>
        <w:spacing w:line="240" w:lineRule="auto"/>
        <w:ind w:left="1418"/>
        <w:jc w:val="both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margin" w:tblpY="-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84F0E" w:rsidRPr="009C54AE" w14:paraId="55225495" w14:textId="77777777" w:rsidTr="00484F0E">
        <w:tc>
          <w:tcPr>
            <w:tcW w:w="9520" w:type="dxa"/>
          </w:tcPr>
          <w:p w14:paraId="5D69D229" w14:textId="77777777" w:rsidR="00484F0E" w:rsidRPr="009C54A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484F0E" w:rsidRPr="009C54AE" w14:paraId="53B5F0CC" w14:textId="77777777" w:rsidTr="00484F0E">
        <w:tc>
          <w:tcPr>
            <w:tcW w:w="9520" w:type="dxa"/>
          </w:tcPr>
          <w:p w14:paraId="4268FEE3" w14:textId="77777777" w:rsidR="00484F0E" w:rsidRPr="009C54A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Przedmiot badań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4F0E" w:rsidRPr="009C54AE" w14:paraId="2171D441" w14:textId="77777777" w:rsidTr="00484F0E">
        <w:tc>
          <w:tcPr>
            <w:tcW w:w="9520" w:type="dxa"/>
          </w:tcPr>
          <w:p w14:paraId="6FB2C86E" w14:textId="77777777" w:rsidR="00484F0E" w:rsidRPr="00484F0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 xml:space="preserve">Cele badań społecznych (badania eksploracyjne, opisowe, </w:t>
            </w:r>
            <w:proofErr w:type="spellStart"/>
            <w:r w:rsidRPr="00484F0E">
              <w:rPr>
                <w:rFonts w:ascii="Corbel" w:hAnsi="Corbel"/>
                <w:sz w:val="24"/>
                <w:szCs w:val="24"/>
              </w:rPr>
              <w:t>eksplanacyjne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4F0E" w:rsidRPr="009C54AE" w14:paraId="28AF4C19" w14:textId="77777777" w:rsidTr="00484F0E">
        <w:tc>
          <w:tcPr>
            <w:tcW w:w="9520" w:type="dxa"/>
          </w:tcPr>
          <w:p w14:paraId="0645E65A" w14:textId="77777777" w:rsidR="00484F0E" w:rsidRPr="00484F0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Rodzaje metod i technik badań społecznych (np. obserwacja, wywiady, analiza dokumentów, monografia, eksperyment)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4F0E" w:rsidRPr="009C54AE" w14:paraId="04E9D276" w14:textId="77777777" w:rsidTr="00484F0E">
        <w:tc>
          <w:tcPr>
            <w:tcW w:w="9520" w:type="dxa"/>
          </w:tcPr>
          <w:p w14:paraId="4BC4C166" w14:textId="77777777" w:rsidR="00484F0E" w:rsidRPr="009C54A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Wybrane etapy procesu badawczego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4F0E" w:rsidRPr="009C54AE" w14:paraId="3A27ED0D" w14:textId="77777777" w:rsidTr="00484F0E">
        <w:tc>
          <w:tcPr>
            <w:tcW w:w="9520" w:type="dxa"/>
          </w:tcPr>
          <w:p w14:paraId="6852A09C" w14:textId="77777777" w:rsidR="00484F0E" w:rsidRPr="009C54A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Problem badawczy i cel badania</w:t>
            </w:r>
          </w:p>
        </w:tc>
      </w:tr>
      <w:tr w:rsidR="00484F0E" w:rsidRPr="009C54AE" w14:paraId="19E52EC0" w14:textId="77777777" w:rsidTr="00484F0E">
        <w:tc>
          <w:tcPr>
            <w:tcW w:w="9520" w:type="dxa"/>
          </w:tcPr>
          <w:p w14:paraId="09C0A0C3" w14:textId="77777777" w:rsidR="00484F0E" w:rsidRPr="009C54A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Eksplikacja problematyki badawczej, hipotezy</w:t>
            </w:r>
          </w:p>
        </w:tc>
      </w:tr>
      <w:tr w:rsidR="00484F0E" w:rsidRPr="009C54AE" w14:paraId="019F4306" w14:textId="77777777" w:rsidTr="00484F0E">
        <w:tc>
          <w:tcPr>
            <w:tcW w:w="9520" w:type="dxa"/>
          </w:tcPr>
          <w:p w14:paraId="1BA32669" w14:textId="77777777" w:rsidR="00484F0E" w:rsidRPr="009C54A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F0E">
              <w:rPr>
                <w:rFonts w:ascii="Corbel" w:hAnsi="Corbel"/>
                <w:sz w:val="24"/>
                <w:szCs w:val="24"/>
              </w:rPr>
              <w:t>Operacjonalizacja problematyki badawczej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4F0E" w:rsidRPr="009C54AE" w14:paraId="3BB125DD" w14:textId="77777777" w:rsidTr="00484F0E">
        <w:tc>
          <w:tcPr>
            <w:tcW w:w="9520" w:type="dxa"/>
          </w:tcPr>
          <w:p w14:paraId="46458B57" w14:textId="77777777" w:rsidR="00484F0E" w:rsidRPr="009C54AE" w:rsidRDefault="00484F0E" w:rsidP="005563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484F0E">
              <w:rPr>
                <w:rFonts w:ascii="Corbel" w:hAnsi="Corbel"/>
                <w:sz w:val="24"/>
                <w:szCs w:val="24"/>
              </w:rPr>
              <w:t>ybór zbiorowości do badania, zmienne i wskaźniki, wybór metod i technik, techniki analizy wyników badań</w:t>
            </w:r>
          </w:p>
        </w:tc>
      </w:tr>
    </w:tbl>
    <w:p w14:paraId="4374E410" w14:textId="77777777" w:rsidR="00E05EE1" w:rsidRDefault="00E05EE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1F0D56C" w14:textId="21C5FC8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1EEDB5" w14:textId="77777777" w:rsidR="0085747A" w:rsidRPr="00153C41" w:rsidRDefault="00C10C1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484F0E" w:rsidRPr="00484F0E">
        <w:rPr>
          <w:rFonts w:ascii="Corbel" w:hAnsi="Corbel"/>
          <w:b w:val="0"/>
          <w:i/>
          <w:smallCaps w:val="0"/>
          <w:sz w:val="20"/>
          <w:szCs w:val="20"/>
        </w:rPr>
        <w:t>analiza i interpretacja tekstów źródłowych, praca w grupach (opracowanie szkicu projektu badawczego na wybrany temat (wraz z narzędziem badawczym), analiza przypadków, dyskusja kierowana)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14:paraId="3CD72C34" w14:textId="77777777" w:rsidTr="002E3042">
        <w:tc>
          <w:tcPr>
            <w:tcW w:w="1961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2B4DCA" w14:textId="77777777" w:rsidTr="002E3042">
        <w:tc>
          <w:tcPr>
            <w:tcW w:w="1961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1FD24F8F" w14:textId="77777777" w:rsidR="0085747A" w:rsidRPr="00E26F6D" w:rsidRDefault="00484F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6D"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21" w:type="dxa"/>
          </w:tcPr>
          <w:p w14:paraId="0F810EEE" w14:textId="77777777" w:rsidR="0085747A" w:rsidRPr="009C54AE" w:rsidRDefault="002E3042" w:rsidP="00C10C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C10C1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E3042" w:rsidRPr="009C54AE" w14:paraId="23B00D4B" w14:textId="77777777" w:rsidTr="002E3042">
        <w:tc>
          <w:tcPr>
            <w:tcW w:w="1961" w:type="dxa"/>
          </w:tcPr>
          <w:p w14:paraId="727CF0E4" w14:textId="77777777" w:rsidR="002E3042" w:rsidRPr="009C54AE" w:rsidRDefault="002E3042" w:rsidP="002E30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9CAD219" w14:textId="77777777" w:rsidR="002E3042" w:rsidRPr="009C54AE" w:rsidRDefault="002E3042" w:rsidP="002E30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projekt </w:t>
            </w:r>
          </w:p>
        </w:tc>
        <w:tc>
          <w:tcPr>
            <w:tcW w:w="2121" w:type="dxa"/>
          </w:tcPr>
          <w:p w14:paraId="64422AC8" w14:textId="77777777" w:rsidR="002E3042" w:rsidRPr="009C54AE" w:rsidRDefault="002E3042" w:rsidP="00C10C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441E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C10C1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E3042" w:rsidRPr="009C54AE" w14:paraId="416AB25C" w14:textId="77777777" w:rsidTr="002E3042">
        <w:tc>
          <w:tcPr>
            <w:tcW w:w="1961" w:type="dxa"/>
          </w:tcPr>
          <w:p w14:paraId="17267E2A" w14:textId="77777777" w:rsidR="002E3042" w:rsidRPr="009C54AE" w:rsidRDefault="002E3042" w:rsidP="002E30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F0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14:paraId="2FEFBA71" w14:textId="77777777" w:rsidR="002E3042" w:rsidRPr="009C54AE" w:rsidRDefault="002E3042" w:rsidP="002E30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1" w:type="dxa"/>
          </w:tcPr>
          <w:p w14:paraId="2A29A376" w14:textId="77777777" w:rsidR="002E3042" w:rsidRPr="009C54AE" w:rsidRDefault="002E3042" w:rsidP="00C10C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441E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C10C1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E3042" w:rsidRPr="009C54AE" w14:paraId="390E3DE4" w14:textId="77777777" w:rsidTr="002E3042">
        <w:tc>
          <w:tcPr>
            <w:tcW w:w="1961" w:type="dxa"/>
          </w:tcPr>
          <w:p w14:paraId="09C04E8A" w14:textId="77777777" w:rsidR="002E3042" w:rsidRPr="009C54AE" w:rsidRDefault="002E3042" w:rsidP="002E30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F0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</w:tcPr>
          <w:p w14:paraId="3EEED844" w14:textId="77777777" w:rsidR="002E3042" w:rsidRPr="009C54AE" w:rsidRDefault="002E3042" w:rsidP="002E30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1" w:type="dxa"/>
          </w:tcPr>
          <w:p w14:paraId="7A35874E" w14:textId="77777777" w:rsidR="002E3042" w:rsidRPr="009C54AE" w:rsidRDefault="002E3042" w:rsidP="00C10C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441E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C10C11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50871CE" w14:textId="77777777" w:rsidTr="00923D7D">
        <w:tc>
          <w:tcPr>
            <w:tcW w:w="9670" w:type="dxa"/>
          </w:tcPr>
          <w:p w14:paraId="7FC2219D" w14:textId="77777777" w:rsidR="00130E9F" w:rsidRPr="009C54AE" w:rsidRDefault="000471A0" w:rsidP="00C1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CA"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30E9F" w:rsidRPr="00484F0E">
              <w:rPr>
                <w:rFonts w:ascii="Corbel" w:hAnsi="Corbel"/>
                <w:b w:val="0"/>
                <w:smallCaps w:val="0"/>
                <w:szCs w:val="24"/>
              </w:rPr>
              <w:t>opracowani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130E9F" w:rsidRPr="00484F0E">
              <w:rPr>
                <w:rFonts w:ascii="Corbel" w:hAnsi="Corbel"/>
                <w:b w:val="0"/>
                <w:smallCaps w:val="0"/>
                <w:szCs w:val="24"/>
              </w:rPr>
              <w:t xml:space="preserve"> projektu i narzędzi badawcz</w:t>
            </w:r>
            <w:r w:rsidR="00130E9F">
              <w:rPr>
                <w:rFonts w:ascii="Corbel" w:hAnsi="Corbel"/>
                <w:b w:val="0"/>
                <w:smallCaps w:val="0"/>
                <w:szCs w:val="24"/>
              </w:rPr>
              <w:t>ych w grupach</w:t>
            </w:r>
            <w:r w:rsidR="00C10C1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B211CA">
              <w:t xml:space="preserve"> </w:t>
            </w:r>
            <w:r w:rsidR="00570860">
              <w:rPr>
                <w:rFonts w:ascii="Corbel" w:hAnsi="Corbel"/>
                <w:b w:val="0"/>
                <w:smallCaps w:val="0"/>
                <w:szCs w:val="24"/>
              </w:rPr>
              <w:t>kolokwium pisemnego.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51082638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3957408D" w:rsidR="0085747A" w:rsidRPr="009C54AE" w:rsidRDefault="007659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79485E9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CFEC6B" w14:textId="77777777" w:rsidR="00C61DC5" w:rsidRPr="009C54AE" w:rsidRDefault="000C27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DCFBAA8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74B1212" w14:textId="601FE07F" w:rsidR="00C61DC5" w:rsidRPr="009C54AE" w:rsidRDefault="007659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3465692F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1457B1" w14:textId="77777777" w:rsidR="0085747A" w:rsidRPr="009C54AE" w:rsidRDefault="000C27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6B7A907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85747A" w:rsidRPr="009C54AE" w:rsidRDefault="000C27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5633E" w:rsidRPr="009C54AE" w14:paraId="0E8E8FC4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55633E" w:rsidRPr="009C54AE" w:rsidRDefault="0055633E" w:rsidP="00556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1D1D4D" w14:textId="77777777" w:rsidR="0055633E" w:rsidRPr="009C54AE" w:rsidRDefault="00C10C11" w:rsidP="00556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>Nie dotyczy</w:t>
            </w:r>
          </w:p>
        </w:tc>
      </w:tr>
      <w:tr w:rsidR="0055633E" w:rsidRPr="009C54AE" w14:paraId="605F859D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55633E" w:rsidRPr="009C54AE" w:rsidRDefault="0055633E" w:rsidP="00556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B433D32" w14:textId="77777777" w:rsidR="0055633E" w:rsidRPr="009C54AE" w:rsidRDefault="00C10C11" w:rsidP="00556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Nie dotyczy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</w:tblGrid>
      <w:tr w:rsidR="0085747A" w:rsidRPr="009C54AE" w14:paraId="383F52B7" w14:textId="77777777" w:rsidTr="00F84E8E">
        <w:trPr>
          <w:trHeight w:val="4896"/>
        </w:trPr>
        <w:tc>
          <w:tcPr>
            <w:tcW w:w="7621" w:type="dxa"/>
          </w:tcPr>
          <w:p w14:paraId="729C9695" w14:textId="77777777" w:rsidR="0085747A" w:rsidRPr="00F84E8E" w:rsidRDefault="0085747A" w:rsidP="00F84E8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84E8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72C19B27" w14:textId="77777777" w:rsidR="00782E48" w:rsidRPr="00F84E8E" w:rsidRDefault="001B5A27" w:rsidP="00FB4B9E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E. (2005). </w:t>
            </w:r>
            <w:r w:rsidRPr="001B5A27">
              <w:rPr>
                <w:rFonts w:ascii="Corbel" w:hAnsi="Corbel"/>
                <w:i/>
                <w:color w:val="000000"/>
                <w:sz w:val="24"/>
                <w:szCs w:val="24"/>
              </w:rPr>
              <w:t>Badania społeczne w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A70C8A"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Wydawnictwo Naukowe PWN.</w:t>
            </w:r>
          </w:p>
          <w:p w14:paraId="10B56318" w14:textId="77777777" w:rsidR="007458FD" w:rsidRPr="00F84E8E" w:rsidRDefault="001B5A27" w:rsidP="00FB4B9E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Creswell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J.W. (2013).</w:t>
            </w:r>
            <w:r w:rsidR="007458FD" w:rsidRPr="00F84E8E">
              <w:rPr>
                <w:rFonts w:ascii="Corbel" w:hAnsi="Corbel"/>
                <w:sz w:val="24"/>
                <w:szCs w:val="24"/>
              </w:rPr>
              <w:t xml:space="preserve"> </w:t>
            </w:r>
            <w:r w:rsidR="007458FD" w:rsidRPr="001B5A27">
              <w:rPr>
                <w:rFonts w:ascii="Corbel" w:hAnsi="Corbel"/>
                <w:i/>
                <w:sz w:val="24"/>
                <w:szCs w:val="24"/>
              </w:rPr>
              <w:t>Projektowanie badań naukowych. Metody ja</w:t>
            </w:r>
            <w:r w:rsidRPr="001B5A27">
              <w:rPr>
                <w:rFonts w:ascii="Corbel" w:hAnsi="Corbel"/>
                <w:i/>
                <w:sz w:val="24"/>
                <w:szCs w:val="24"/>
              </w:rPr>
              <w:t>kościowe, ilościowe i mieszane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7458FD" w:rsidRPr="00F84E8E">
              <w:rPr>
                <w:rFonts w:ascii="Corbel" w:hAnsi="Corbel"/>
                <w:sz w:val="24"/>
                <w:szCs w:val="24"/>
              </w:rPr>
              <w:t>Kraków</w:t>
            </w:r>
            <w:r>
              <w:rPr>
                <w:rFonts w:ascii="Corbel" w:hAnsi="Corbel"/>
                <w:sz w:val="24"/>
                <w:szCs w:val="24"/>
              </w:rPr>
              <w:t>: Wydawnictwo UJ.</w:t>
            </w:r>
          </w:p>
          <w:p w14:paraId="29769ED7" w14:textId="77777777" w:rsidR="00A70C8A" w:rsidRPr="00F84E8E" w:rsidRDefault="00A70C8A" w:rsidP="00FB4B9E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>Marynowicz</w:t>
            </w:r>
            <w:proofErr w:type="spellEnd"/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-Hetka E., </w:t>
            </w:r>
            <w:proofErr w:type="spellStart"/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>Granosik</w:t>
            </w:r>
            <w:proofErr w:type="spellEnd"/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="001B5A27">
              <w:rPr>
                <w:rFonts w:ascii="Corbel" w:hAnsi="Corbel"/>
                <w:color w:val="000000"/>
                <w:sz w:val="24"/>
                <w:szCs w:val="24"/>
              </w:rPr>
              <w:t xml:space="preserve"> (2007).</w:t>
            </w:r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B5A27">
              <w:rPr>
                <w:rFonts w:ascii="Corbel" w:hAnsi="Corbel"/>
                <w:i/>
                <w:color w:val="000000"/>
                <w:sz w:val="24"/>
                <w:szCs w:val="24"/>
              </w:rPr>
              <w:t>Badan</w:t>
            </w:r>
            <w:r w:rsidR="001B5A27" w:rsidRPr="001B5A27">
              <w:rPr>
                <w:rFonts w:ascii="Corbel" w:hAnsi="Corbel"/>
                <w:i/>
                <w:color w:val="000000"/>
                <w:sz w:val="24"/>
                <w:szCs w:val="24"/>
              </w:rPr>
              <w:t>ia w pracy socjalnej/społecznej</w:t>
            </w:r>
            <w:r w:rsidR="001B5A27">
              <w:rPr>
                <w:rFonts w:ascii="Corbel" w:hAnsi="Corbel"/>
                <w:color w:val="000000"/>
                <w:sz w:val="24"/>
                <w:szCs w:val="24"/>
              </w:rPr>
              <w:t>. Łódź: Wydawnictwo UŁ.</w:t>
            </w:r>
          </w:p>
          <w:p w14:paraId="6B793B36" w14:textId="77777777" w:rsidR="00A70C8A" w:rsidRPr="00F84E8E" w:rsidRDefault="00A70C8A" w:rsidP="00FB4B9E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>Nach</w:t>
            </w:r>
            <w:r w:rsidR="001B5A27" w:rsidRP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>mias</w:t>
            </w:r>
            <w:proofErr w:type="spellEnd"/>
            <w:r w:rsidR="001B5A27" w:rsidRP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 xml:space="preserve"> D., </w:t>
            </w:r>
            <w:proofErr w:type="spellStart"/>
            <w:r w:rsidR="001B5A27" w:rsidRP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>Frankfort-Nachmias</w:t>
            </w:r>
            <w:proofErr w:type="spellEnd"/>
            <w:r w:rsidR="001B5A27" w:rsidRP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 xml:space="preserve"> </w:t>
            </w:r>
            <w:proofErr w:type="spellStart"/>
            <w:r w:rsidR="001B5A27" w:rsidRP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>Ch</w:t>
            </w:r>
            <w:proofErr w:type="spellEnd"/>
            <w:r w:rsidR="001B5A27" w:rsidRPr="001B5A27">
              <w:rPr>
                <w:rFonts w:ascii="Corbel" w:hAnsi="Corbel"/>
                <w:color w:val="000000"/>
                <w:sz w:val="24"/>
                <w:szCs w:val="24"/>
                <w:lang w:val="de-AT"/>
              </w:rPr>
              <w:t xml:space="preserve">. </w:t>
            </w:r>
            <w:r w:rsidR="001B5A27">
              <w:rPr>
                <w:rFonts w:ascii="Corbel" w:hAnsi="Corbel"/>
                <w:color w:val="000000"/>
                <w:sz w:val="24"/>
                <w:szCs w:val="24"/>
              </w:rPr>
              <w:t>(2001).</w:t>
            </w:r>
            <w:r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B5A27">
              <w:rPr>
                <w:rFonts w:ascii="Corbel" w:hAnsi="Corbel"/>
                <w:i/>
                <w:color w:val="000000"/>
                <w:sz w:val="24"/>
                <w:szCs w:val="24"/>
              </w:rPr>
              <w:t>Metody badawcze w naukach społecznych</w:t>
            </w:r>
            <w:r w:rsidR="001B5A27">
              <w:rPr>
                <w:rFonts w:ascii="Corbel" w:hAnsi="Corbel"/>
                <w:color w:val="000000"/>
                <w:sz w:val="24"/>
                <w:szCs w:val="24"/>
              </w:rPr>
              <w:t>. Poznań: Zysk i s-ka.</w:t>
            </w:r>
          </w:p>
          <w:p w14:paraId="0675BAE6" w14:textId="77777777" w:rsidR="00782E48" w:rsidRPr="00F84E8E" w:rsidRDefault="001B5A27" w:rsidP="00FB4B9E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Nowak S. (2010). </w:t>
            </w:r>
            <w:r w:rsidRPr="00FB4B9E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społecznych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Warszawa: Wydawnictwo Naukowe</w:t>
            </w:r>
            <w:r w:rsidR="00782E48" w:rsidRPr="00F84E8E">
              <w:rPr>
                <w:rFonts w:ascii="Corbel" w:hAnsi="Corbel"/>
                <w:color w:val="000000"/>
                <w:sz w:val="24"/>
                <w:szCs w:val="24"/>
              </w:rPr>
              <w:t xml:space="preserve"> PWN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12466877" w14:textId="77777777" w:rsidR="00A70C8A" w:rsidRPr="00F84E8E" w:rsidRDefault="00A70C8A" w:rsidP="00FB4B9E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F84E8E">
              <w:rPr>
                <w:rFonts w:ascii="Corbel" w:hAnsi="Corbel"/>
                <w:sz w:val="24"/>
                <w:szCs w:val="24"/>
              </w:rPr>
              <w:t>Szpunar</w:t>
            </w:r>
            <w:proofErr w:type="spellEnd"/>
            <w:r w:rsidRPr="00F84E8E">
              <w:rPr>
                <w:rFonts w:ascii="Corbel" w:hAnsi="Corbel"/>
                <w:sz w:val="24"/>
                <w:szCs w:val="24"/>
              </w:rPr>
              <w:t xml:space="preserve"> M. (red.)</w:t>
            </w:r>
            <w:r w:rsidR="00FB4B9E">
              <w:rPr>
                <w:rFonts w:ascii="Corbel" w:hAnsi="Corbel"/>
                <w:sz w:val="24"/>
                <w:szCs w:val="24"/>
              </w:rPr>
              <w:t xml:space="preserve"> (2014).</w:t>
            </w:r>
            <w:r w:rsidRPr="00F84E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4B9E">
              <w:rPr>
                <w:rFonts w:ascii="Corbel" w:hAnsi="Corbel"/>
                <w:i/>
                <w:sz w:val="24"/>
                <w:szCs w:val="24"/>
              </w:rPr>
              <w:t xml:space="preserve">Badania w pracy </w:t>
            </w:r>
            <w:r w:rsidR="00FB4B9E" w:rsidRPr="00FB4B9E">
              <w:rPr>
                <w:rFonts w:ascii="Corbel" w:hAnsi="Corbel"/>
                <w:i/>
                <w:sz w:val="24"/>
                <w:szCs w:val="24"/>
              </w:rPr>
              <w:t>socjalnej - stan i perspektywy</w:t>
            </w:r>
            <w:r w:rsidR="00FB4B9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84E8E">
              <w:rPr>
                <w:rFonts w:ascii="Corbel" w:hAnsi="Corbel"/>
                <w:sz w:val="24"/>
                <w:szCs w:val="24"/>
              </w:rPr>
              <w:t>Gdańsk</w:t>
            </w:r>
            <w:r w:rsidR="00FB4B9E">
              <w:rPr>
                <w:rFonts w:ascii="Corbel" w:hAnsi="Corbel"/>
                <w:sz w:val="24"/>
                <w:szCs w:val="24"/>
              </w:rPr>
              <w:t>: ANWI.</w:t>
            </w:r>
          </w:p>
        </w:tc>
      </w:tr>
      <w:tr w:rsidR="0085747A" w:rsidRPr="009C54AE" w14:paraId="5BEBA224" w14:textId="77777777" w:rsidTr="00F84E8E">
        <w:trPr>
          <w:trHeight w:val="3802"/>
        </w:trPr>
        <w:tc>
          <w:tcPr>
            <w:tcW w:w="7621" w:type="dxa"/>
          </w:tcPr>
          <w:p w14:paraId="1616B1D9" w14:textId="77777777" w:rsidR="0085747A" w:rsidRPr="00F84E8E" w:rsidRDefault="0085747A" w:rsidP="00F84E8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84E8E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BAD7588" w14:textId="77777777" w:rsidR="00BD688D" w:rsidRPr="00F84E8E" w:rsidRDefault="00FB4B9E" w:rsidP="00FB4B9E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Gruszczyński L. (2005). </w:t>
            </w:r>
            <w:r w:rsidR="00BD688D" w:rsidRPr="00FB4B9E">
              <w:rPr>
                <w:rFonts w:ascii="Corbel" w:hAnsi="Corbel"/>
                <w:i/>
                <w:color w:val="000000"/>
                <w:sz w:val="24"/>
                <w:szCs w:val="24"/>
              </w:rPr>
              <w:t>Kwestionariusze w socjologii. Budowa</w:t>
            </w:r>
            <w:r w:rsidRPr="00FB4B9E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narzędzi do badań </w:t>
            </w:r>
            <w:proofErr w:type="spellStart"/>
            <w:r w:rsidRPr="00FB4B9E">
              <w:rPr>
                <w:rFonts w:ascii="Corbel" w:hAnsi="Corbel"/>
                <w:i/>
                <w:color w:val="000000"/>
                <w:sz w:val="24"/>
                <w:szCs w:val="24"/>
              </w:rPr>
              <w:t>surveyowych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BD688D" w:rsidRPr="00F84E8E">
              <w:rPr>
                <w:rFonts w:ascii="Corbel" w:hAnsi="Corbel"/>
                <w:color w:val="000000"/>
                <w:sz w:val="24"/>
                <w:szCs w:val="24"/>
              </w:rPr>
              <w:t>Katowice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: Wydawnictwo UŚ.</w:t>
            </w:r>
          </w:p>
          <w:p w14:paraId="0ADD19B3" w14:textId="77777777" w:rsidR="00BD688D" w:rsidRPr="00F84E8E" w:rsidRDefault="00BD688D" w:rsidP="00FB4B9E">
            <w:pPr>
              <w:spacing w:after="0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Lisek-Mic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>halska J., Daniłowicz P. (red.) (2007).</w:t>
            </w: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Zogniskowany wywiad grupowy. Studia nad metodą</w:t>
            </w: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. Łódź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>: Uniwersytet Łódzki.</w:t>
            </w:r>
          </w:p>
          <w:p w14:paraId="5217228D" w14:textId="77777777" w:rsidR="00782E48" w:rsidRPr="00F84E8E" w:rsidRDefault="00782E48" w:rsidP="00FB4B9E">
            <w:pPr>
              <w:spacing w:after="0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Sztabiński P.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B., Sawiński Z., Sztabiński F. (2005).</w:t>
            </w: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Fieldwork</w:t>
            </w:r>
            <w:proofErr w:type="spellEnd"/>
            <w:r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70C8A"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j</w:t>
            </w:r>
            <w:r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est </w:t>
            </w:r>
            <w:r w:rsidR="00A70C8A"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</w:t>
            </w:r>
            <w:r w:rsidR="00FB4B9E"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ztuką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 </w:t>
            </w:r>
            <w:r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Warszawa</w:t>
            </w:r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: Wydawnictwo </w:t>
            </w:r>
            <w:proofErr w:type="spellStart"/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>IFiS</w:t>
            </w:r>
            <w:proofErr w:type="spellEnd"/>
            <w:r w:rsidR="00FB4B9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PAN.</w:t>
            </w:r>
          </w:p>
          <w:p w14:paraId="7803C9CD" w14:textId="77777777" w:rsidR="00A70C8A" w:rsidRPr="00F84E8E" w:rsidRDefault="00FB4B9E" w:rsidP="00FB4B9E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Sztumski J. (2010).</w:t>
            </w:r>
            <w:r w:rsidR="00782E48"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="00782E48" w:rsidRPr="00FB4B9E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Wstęp do metod i technik badań społecznych</w:t>
            </w:r>
            <w:r w:rsidR="00782E48" w:rsidRPr="00F84E8E">
              <w:rPr>
                <w:rFonts w:ascii="Corbel" w:hAnsi="Corbel"/>
                <w:iCs/>
                <w:color w:val="000000"/>
                <w:sz w:val="24"/>
                <w:szCs w:val="24"/>
              </w:rPr>
              <w:t>, Katowice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: Wydawnictwo UŚ.</w:t>
            </w:r>
            <w:r w:rsidR="00A70C8A" w:rsidRPr="00F84E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05EE1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1D813" w14:textId="77777777" w:rsidR="00147ABB" w:rsidRDefault="00147ABB" w:rsidP="00C16ABF">
      <w:pPr>
        <w:spacing w:after="0" w:line="240" w:lineRule="auto"/>
      </w:pPr>
      <w:r>
        <w:separator/>
      </w:r>
    </w:p>
  </w:endnote>
  <w:endnote w:type="continuationSeparator" w:id="0">
    <w:p w14:paraId="402E02DE" w14:textId="77777777" w:rsidR="00147ABB" w:rsidRDefault="00147A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1D8F2" w14:textId="77777777" w:rsidR="00147ABB" w:rsidRDefault="00147ABB" w:rsidP="00C16ABF">
      <w:pPr>
        <w:spacing w:after="0" w:line="240" w:lineRule="auto"/>
      </w:pPr>
      <w:r>
        <w:separator/>
      </w:r>
    </w:p>
  </w:footnote>
  <w:footnote w:type="continuationSeparator" w:id="0">
    <w:p w14:paraId="551719DF" w14:textId="77777777" w:rsidR="00147ABB" w:rsidRDefault="00147AB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7F6D1F"/>
    <w:multiLevelType w:val="hybridMultilevel"/>
    <w:tmpl w:val="6F98A80A"/>
    <w:lvl w:ilvl="0" w:tplc="639A7AC6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zNDE0MDI2MbcwNTRR0lEKTi0uzszPAykwrAUAi8sC1CwAAAA="/>
  </w:docVars>
  <w:rsids>
    <w:rsidRoot w:val="00BD66E9"/>
    <w:rsid w:val="000048FD"/>
    <w:rsid w:val="00005CE3"/>
    <w:rsid w:val="000077B4"/>
    <w:rsid w:val="00015B8F"/>
    <w:rsid w:val="00022ECE"/>
    <w:rsid w:val="0003680F"/>
    <w:rsid w:val="00042A51"/>
    <w:rsid w:val="00042D2E"/>
    <w:rsid w:val="00044C82"/>
    <w:rsid w:val="000471A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7D4"/>
    <w:rsid w:val="000D04B0"/>
    <w:rsid w:val="000F0E1C"/>
    <w:rsid w:val="000F1C57"/>
    <w:rsid w:val="000F5615"/>
    <w:rsid w:val="00105EE9"/>
    <w:rsid w:val="00124BFF"/>
    <w:rsid w:val="0012560E"/>
    <w:rsid w:val="00127108"/>
    <w:rsid w:val="00130E9F"/>
    <w:rsid w:val="00134B13"/>
    <w:rsid w:val="00146BC0"/>
    <w:rsid w:val="00147ABB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5A27"/>
    <w:rsid w:val="001C77B7"/>
    <w:rsid w:val="001D657B"/>
    <w:rsid w:val="001D7B54"/>
    <w:rsid w:val="001E0209"/>
    <w:rsid w:val="001F2CA2"/>
    <w:rsid w:val="0020122F"/>
    <w:rsid w:val="002144C0"/>
    <w:rsid w:val="00217841"/>
    <w:rsid w:val="0022477D"/>
    <w:rsid w:val="002278A9"/>
    <w:rsid w:val="002336F9"/>
    <w:rsid w:val="0024028F"/>
    <w:rsid w:val="00244ABC"/>
    <w:rsid w:val="00280C6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E73"/>
    <w:rsid w:val="002E2C22"/>
    <w:rsid w:val="002E3042"/>
    <w:rsid w:val="002F02A3"/>
    <w:rsid w:val="002F4ABE"/>
    <w:rsid w:val="003018BA"/>
    <w:rsid w:val="0030395F"/>
    <w:rsid w:val="00305C92"/>
    <w:rsid w:val="003151C5"/>
    <w:rsid w:val="003151F7"/>
    <w:rsid w:val="003343CF"/>
    <w:rsid w:val="00346FE9"/>
    <w:rsid w:val="0034759A"/>
    <w:rsid w:val="003503F6"/>
    <w:rsid w:val="003530DD"/>
    <w:rsid w:val="00363F78"/>
    <w:rsid w:val="003936B4"/>
    <w:rsid w:val="00395D1E"/>
    <w:rsid w:val="003A0A5B"/>
    <w:rsid w:val="003A1176"/>
    <w:rsid w:val="003C0BAE"/>
    <w:rsid w:val="003C172F"/>
    <w:rsid w:val="003D18A9"/>
    <w:rsid w:val="003D6CE2"/>
    <w:rsid w:val="003E0BCF"/>
    <w:rsid w:val="003E1941"/>
    <w:rsid w:val="003E2FE6"/>
    <w:rsid w:val="003E49D5"/>
    <w:rsid w:val="003F205D"/>
    <w:rsid w:val="003F38C0"/>
    <w:rsid w:val="00414E3C"/>
    <w:rsid w:val="00421B32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CC4"/>
    <w:rsid w:val="0047598D"/>
    <w:rsid w:val="004840FD"/>
    <w:rsid w:val="00484F0E"/>
    <w:rsid w:val="00490F7D"/>
    <w:rsid w:val="00491678"/>
    <w:rsid w:val="004968E2"/>
    <w:rsid w:val="004A3EEA"/>
    <w:rsid w:val="004A4D1F"/>
    <w:rsid w:val="004C5C46"/>
    <w:rsid w:val="004D5282"/>
    <w:rsid w:val="004F1551"/>
    <w:rsid w:val="004F55A3"/>
    <w:rsid w:val="0050496F"/>
    <w:rsid w:val="005071B9"/>
    <w:rsid w:val="00513B6F"/>
    <w:rsid w:val="00517C63"/>
    <w:rsid w:val="005363C4"/>
    <w:rsid w:val="00536BDE"/>
    <w:rsid w:val="00543ACC"/>
    <w:rsid w:val="0055633E"/>
    <w:rsid w:val="0056696D"/>
    <w:rsid w:val="00570860"/>
    <w:rsid w:val="0059484D"/>
    <w:rsid w:val="005A0855"/>
    <w:rsid w:val="005A133C"/>
    <w:rsid w:val="005A3196"/>
    <w:rsid w:val="005C080F"/>
    <w:rsid w:val="005C55E5"/>
    <w:rsid w:val="005C696A"/>
    <w:rsid w:val="005D4107"/>
    <w:rsid w:val="005E12AD"/>
    <w:rsid w:val="005E6D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94F"/>
    <w:rsid w:val="006E5D65"/>
    <w:rsid w:val="006F1282"/>
    <w:rsid w:val="006F1FBC"/>
    <w:rsid w:val="006F31E2"/>
    <w:rsid w:val="006F49F2"/>
    <w:rsid w:val="00706544"/>
    <w:rsid w:val="007072BA"/>
    <w:rsid w:val="0071620A"/>
    <w:rsid w:val="00724677"/>
    <w:rsid w:val="00725459"/>
    <w:rsid w:val="007327BD"/>
    <w:rsid w:val="00734608"/>
    <w:rsid w:val="00745302"/>
    <w:rsid w:val="007458FD"/>
    <w:rsid w:val="007461D6"/>
    <w:rsid w:val="00746EC8"/>
    <w:rsid w:val="00763BF1"/>
    <w:rsid w:val="0076596D"/>
    <w:rsid w:val="00766FD4"/>
    <w:rsid w:val="0078168C"/>
    <w:rsid w:val="00782E48"/>
    <w:rsid w:val="00787C2A"/>
    <w:rsid w:val="00790E27"/>
    <w:rsid w:val="00797B46"/>
    <w:rsid w:val="007A4022"/>
    <w:rsid w:val="007A6E6E"/>
    <w:rsid w:val="007C3299"/>
    <w:rsid w:val="007C3BCC"/>
    <w:rsid w:val="007C4546"/>
    <w:rsid w:val="007D6E56"/>
    <w:rsid w:val="007D7944"/>
    <w:rsid w:val="007F4155"/>
    <w:rsid w:val="007F5111"/>
    <w:rsid w:val="0081554D"/>
    <w:rsid w:val="0081707E"/>
    <w:rsid w:val="0082348B"/>
    <w:rsid w:val="008449B3"/>
    <w:rsid w:val="00852D3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438"/>
    <w:rsid w:val="00916188"/>
    <w:rsid w:val="00923D7D"/>
    <w:rsid w:val="009500BC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3A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C8A"/>
    <w:rsid w:val="00A73685"/>
    <w:rsid w:val="00A84C85"/>
    <w:rsid w:val="00A97DE1"/>
    <w:rsid w:val="00AA15F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1CA"/>
    <w:rsid w:val="00B21EDD"/>
    <w:rsid w:val="00B22148"/>
    <w:rsid w:val="00B25C70"/>
    <w:rsid w:val="00B3130B"/>
    <w:rsid w:val="00B40ADB"/>
    <w:rsid w:val="00B43B77"/>
    <w:rsid w:val="00B43E80"/>
    <w:rsid w:val="00B5158C"/>
    <w:rsid w:val="00B607DB"/>
    <w:rsid w:val="00B66529"/>
    <w:rsid w:val="00B75946"/>
    <w:rsid w:val="00B8056E"/>
    <w:rsid w:val="00B819C8"/>
    <w:rsid w:val="00B82308"/>
    <w:rsid w:val="00B90885"/>
    <w:rsid w:val="00B978C5"/>
    <w:rsid w:val="00BB520A"/>
    <w:rsid w:val="00BD3869"/>
    <w:rsid w:val="00BD66E9"/>
    <w:rsid w:val="00BD688D"/>
    <w:rsid w:val="00BD6FF4"/>
    <w:rsid w:val="00BF2C41"/>
    <w:rsid w:val="00C04816"/>
    <w:rsid w:val="00C058B4"/>
    <w:rsid w:val="00C05F44"/>
    <w:rsid w:val="00C10C11"/>
    <w:rsid w:val="00C131B5"/>
    <w:rsid w:val="00C16ABF"/>
    <w:rsid w:val="00C170AE"/>
    <w:rsid w:val="00C211D0"/>
    <w:rsid w:val="00C26CB7"/>
    <w:rsid w:val="00C324C1"/>
    <w:rsid w:val="00C36992"/>
    <w:rsid w:val="00C56036"/>
    <w:rsid w:val="00C61DC5"/>
    <w:rsid w:val="00C67E92"/>
    <w:rsid w:val="00C70A26"/>
    <w:rsid w:val="00C766DF"/>
    <w:rsid w:val="00C83CD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B49"/>
    <w:rsid w:val="00D608D1"/>
    <w:rsid w:val="00D74119"/>
    <w:rsid w:val="00D8075B"/>
    <w:rsid w:val="00D8678B"/>
    <w:rsid w:val="00DA2114"/>
    <w:rsid w:val="00DB0EFA"/>
    <w:rsid w:val="00DC5CCC"/>
    <w:rsid w:val="00DE09C0"/>
    <w:rsid w:val="00DE1CE0"/>
    <w:rsid w:val="00DE2504"/>
    <w:rsid w:val="00DE4A14"/>
    <w:rsid w:val="00DF320D"/>
    <w:rsid w:val="00DF71C8"/>
    <w:rsid w:val="00E05EE1"/>
    <w:rsid w:val="00E063CC"/>
    <w:rsid w:val="00E129B8"/>
    <w:rsid w:val="00E21E7D"/>
    <w:rsid w:val="00E22FBC"/>
    <w:rsid w:val="00E24BF5"/>
    <w:rsid w:val="00E24E0B"/>
    <w:rsid w:val="00E25338"/>
    <w:rsid w:val="00E26F6D"/>
    <w:rsid w:val="00E32BF1"/>
    <w:rsid w:val="00E51E44"/>
    <w:rsid w:val="00E52E2D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AB5"/>
    <w:rsid w:val="00F27A7B"/>
    <w:rsid w:val="00F526AF"/>
    <w:rsid w:val="00F617C3"/>
    <w:rsid w:val="00F7066B"/>
    <w:rsid w:val="00F83B28"/>
    <w:rsid w:val="00F84E8E"/>
    <w:rsid w:val="00F974DA"/>
    <w:rsid w:val="00FA46E5"/>
    <w:rsid w:val="00FB4B9E"/>
    <w:rsid w:val="00FB7DBA"/>
    <w:rsid w:val="00FC1C25"/>
    <w:rsid w:val="00FC3F45"/>
    <w:rsid w:val="00FD503F"/>
    <w:rsid w:val="00FD7589"/>
    <w:rsid w:val="00FF016A"/>
    <w:rsid w:val="00FF1401"/>
    <w:rsid w:val="00FF5E7D"/>
    <w:rsid w:val="4572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48A94"/>
  <w15:docId w15:val="{14938644-9F31-4BC8-A36A-9ABD20DF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E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E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1ED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E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EDD"/>
    <w:rPr>
      <w:rFonts w:ascii="Calibri" w:hAnsi="Calibri"/>
      <w:b/>
      <w:bCs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9500B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53093-7060-4FF9-8FA4-86111E4847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CE8BA-7887-4C8B-9B54-CE610ECD9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4AEC55-C56D-48AE-8899-2CB931BDEC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037AA9-85B1-431D-A19F-EA1EB36BB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835</Words>
  <Characters>5011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M. Pokrzywa</cp:lastModifiedBy>
  <cp:revision>28</cp:revision>
  <cp:lastPrinted>2019-02-06T12:12:00Z</cp:lastPrinted>
  <dcterms:created xsi:type="dcterms:W3CDTF">2021-09-10T11:47:00Z</dcterms:created>
  <dcterms:modified xsi:type="dcterms:W3CDTF">2023-09-14T15:05:00Z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